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D269A3">
      <w:pPr>
        <w:tabs>
          <w:tab w:val="left" w:pos="1628"/>
        </w:tabs>
        <w:spacing w:before="240"/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374FBE27" w14:textId="080D80B8" w:rsidR="00A62B4C" w:rsidRPr="00D269A3" w:rsidRDefault="00CC7E12" w:rsidP="00D269A3">
      <w:pPr>
        <w:tabs>
          <w:tab w:val="left" w:pos="1628"/>
        </w:tabs>
        <w:spacing w:after="240"/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097B8BE0" w14:textId="226BDC87" w:rsidR="00CC7E12" w:rsidRPr="00CC7E12" w:rsidRDefault="00CC7E12" w:rsidP="00D269A3">
      <w:pPr>
        <w:spacing w:after="200"/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337FED37" w14:textId="77E02C2C" w:rsidR="00CC7E12" w:rsidRPr="004E009C" w:rsidRDefault="0008269D" w:rsidP="00D269A3">
      <w:pPr>
        <w:spacing w:after="200"/>
        <w:rPr>
          <w:rFonts w:cstheme="minorHAnsi"/>
          <w:b/>
          <w:bCs/>
          <w:iCs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="00D269A3">
        <w:rPr>
          <w:rFonts w:cstheme="minorHAnsi"/>
        </w:rPr>
        <w:t>„</w:t>
      </w:r>
      <w:r w:rsidR="004E009C" w:rsidRPr="004E009C">
        <w:rPr>
          <w:rFonts w:cstheme="minorHAnsi"/>
          <w:b/>
          <w:bCs/>
          <w:iCs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Łódź – Dzielnica Widzew</w:t>
      </w:r>
      <w:r w:rsidR="00D269A3">
        <w:rPr>
          <w:rFonts w:cstheme="minorHAnsi"/>
          <w:b/>
          <w:bCs/>
          <w:iCs/>
        </w:rPr>
        <w:t>”</w:t>
      </w:r>
      <w:r w:rsidRPr="0008269D">
        <w:rPr>
          <w:rFonts w:cstheme="minorHAnsi"/>
        </w:rPr>
        <w:t>, nr</w:t>
      </w:r>
      <w:r w:rsidR="004E009C">
        <w:rPr>
          <w:rFonts w:cstheme="minorHAnsi"/>
        </w:rPr>
        <w:t xml:space="preserve"> </w:t>
      </w:r>
      <w:r w:rsidRPr="0008269D">
        <w:rPr>
          <w:rFonts w:cstheme="minorHAnsi"/>
          <w:b/>
        </w:rPr>
        <w:t>POST/DYS/OLD/GZ/04</w:t>
      </w:r>
      <w:r w:rsidR="004E009C">
        <w:rPr>
          <w:rFonts w:cstheme="minorHAnsi"/>
          <w:b/>
        </w:rPr>
        <w:t>363</w:t>
      </w:r>
      <w:r w:rsidRPr="0008269D">
        <w:rPr>
          <w:rFonts w:cstheme="minorHAnsi"/>
          <w:b/>
        </w:rPr>
        <w:t>/2025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</w:t>
      </w:r>
      <w:r w:rsidR="00D269A3">
        <w:rPr>
          <w:rFonts w:cstheme="minorHAnsi"/>
        </w:rPr>
        <w:br/>
      </w:r>
      <w:r w:rsidRPr="0008269D">
        <w:rPr>
          <w:rFonts w:cstheme="minorHAnsi"/>
        </w:rPr>
        <w:t>co następuje</w:t>
      </w:r>
      <w:r w:rsidR="00CC7E12" w:rsidRPr="00CC7E12">
        <w:rPr>
          <w:rFonts w:cstheme="minorHAnsi"/>
        </w:rPr>
        <w:t>:</w:t>
      </w: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0EB9C6D5" w14:textId="77777777" w:rsidR="00D269A3" w:rsidRDefault="00CC7E12" w:rsidP="00D269A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6C355A8" w:rsidR="00CC7E12" w:rsidRPr="00D269A3" w:rsidRDefault="00CC7E12" w:rsidP="00D269A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D269A3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D269A3">
        <w:rPr>
          <w:rFonts w:cstheme="minorHAnsi"/>
          <w:iCs/>
        </w:rPr>
        <w:t xml:space="preserve"> o szczególnych rozwiązaniach w zakresie przeciwdziałania</w:t>
      </w:r>
      <w:r w:rsidR="00D269A3" w:rsidRPr="00D269A3">
        <w:rPr>
          <w:rFonts w:cstheme="minorHAnsi"/>
          <w:iCs/>
        </w:rPr>
        <w:t xml:space="preserve"> </w:t>
      </w:r>
      <w:r w:rsidRPr="00D269A3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D269A3">
        <w:rPr>
          <w:rFonts w:cstheme="minorHAnsi"/>
        </w:rPr>
        <w:t>(</w:t>
      </w:r>
      <w:proofErr w:type="spellStart"/>
      <w:r w:rsidR="00CF2797" w:rsidRPr="00D269A3">
        <w:rPr>
          <w:rFonts w:cstheme="minorHAnsi"/>
        </w:rPr>
        <w:t>t</w:t>
      </w:r>
      <w:r w:rsidR="006E0E34" w:rsidRPr="00D269A3">
        <w:rPr>
          <w:rFonts w:cstheme="minorHAnsi"/>
        </w:rPr>
        <w:t>.j</w:t>
      </w:r>
      <w:proofErr w:type="spellEnd"/>
      <w:r w:rsidR="006E0E34" w:rsidRPr="00D269A3">
        <w:rPr>
          <w:rFonts w:cstheme="minorHAnsi"/>
        </w:rPr>
        <w:t xml:space="preserve">. </w:t>
      </w:r>
      <w:r w:rsidRPr="00D269A3">
        <w:rPr>
          <w:rFonts w:cstheme="minorHAnsi"/>
        </w:rPr>
        <w:t xml:space="preserve">Dz. U. </w:t>
      </w:r>
      <w:r w:rsidR="006E0E34" w:rsidRPr="00D269A3">
        <w:rPr>
          <w:rFonts w:cstheme="minorHAnsi"/>
        </w:rPr>
        <w:t xml:space="preserve">z 2025 r. </w:t>
      </w:r>
      <w:r w:rsidRPr="00D269A3">
        <w:rPr>
          <w:rFonts w:cstheme="minorHAnsi"/>
        </w:rPr>
        <w:t xml:space="preserve">poz. </w:t>
      </w:r>
      <w:r w:rsidR="006E0E34" w:rsidRPr="00D269A3">
        <w:rPr>
          <w:rFonts w:cstheme="minorHAnsi"/>
        </w:rPr>
        <w:t>514</w:t>
      </w:r>
      <w:r w:rsidRPr="00D269A3">
        <w:rPr>
          <w:rFonts w:cstheme="minorHAnsi"/>
        </w:rPr>
        <w:t>)</w:t>
      </w:r>
      <w:r w:rsidRPr="00D269A3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4BC9D8F1" w14:textId="10C6FC41" w:rsidR="00CC7E12" w:rsidRPr="00CC7E12" w:rsidRDefault="00CC7E12" w:rsidP="00D269A3">
      <w:pPr>
        <w:spacing w:after="20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FE7752A" w14:textId="36DA59E7" w:rsidR="00CC7E12" w:rsidRPr="00D269A3" w:rsidRDefault="00CC7E12" w:rsidP="00D269A3">
      <w:pPr>
        <w:spacing w:after="200"/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304B6A63" w14:textId="7B47C5C8" w:rsidR="00CC7E12" w:rsidRPr="00CC7E12" w:rsidRDefault="00CC7E12" w:rsidP="00D269A3">
      <w:pPr>
        <w:spacing w:after="200"/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Default="00CC7E12" w:rsidP="002C2C2F">
      <w:pPr>
        <w:jc w:val="both"/>
        <w:rPr>
          <w:rFonts w:cstheme="minorHAnsi"/>
          <w:i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C596C78" w14:textId="77777777" w:rsidR="00D269A3" w:rsidRPr="00CC7E12" w:rsidRDefault="00D269A3" w:rsidP="002C2C2F">
      <w:pPr>
        <w:jc w:val="both"/>
        <w:rPr>
          <w:rFonts w:cstheme="minorHAnsi"/>
          <w:sz w:val="16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D269A3" w:rsidRDefault="00381365" w:rsidP="00D269A3">
      <w:pPr>
        <w:spacing w:after="0"/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D269A3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D269A3" w:rsidRDefault="00381365" w:rsidP="00D269A3">
      <w:pPr>
        <w:spacing w:after="0"/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D269A3">
        <w:rPr>
          <w:rFonts w:cstheme="minorHAnsi"/>
          <w:i/>
          <w:sz w:val="14"/>
          <w:szCs w:val="14"/>
        </w:rPr>
        <w:t>oświadczeń woli w imieniu Wykonawcy</w:t>
      </w:r>
      <w:r w:rsidR="00A62B4C" w:rsidRPr="00D269A3">
        <w:rPr>
          <w:rFonts w:ascii="Verdana" w:eastAsia="Verdana" w:hAnsi="Verdana" w:cs="Times New Roman"/>
          <w:sz w:val="16"/>
          <w:szCs w:val="20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D269A3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D269A3">
          <w:pPr>
            <w:suppressAutoHyphens/>
            <w:spacing w:after="6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6491073" w14:textId="77777777" w:rsidR="004E009C" w:rsidRPr="004E009C" w:rsidRDefault="004E009C" w:rsidP="004E009C">
          <w:pPr>
            <w:suppressAutoHyphens/>
            <w:ind w:right="187"/>
            <w:rPr>
              <w:rFonts w:cstheme="minorHAnsi"/>
              <w:b/>
              <w:bCs/>
              <w:iCs/>
              <w:sz w:val="16"/>
              <w:szCs w:val="18"/>
            </w:rPr>
          </w:pPr>
          <w:r w:rsidRPr="004E009C">
            <w:rPr>
              <w:rFonts w:cstheme="minorHAnsi"/>
              <w:b/>
              <w:bCs/>
              <w:iCs/>
              <w:sz w:val="16"/>
              <w:szCs w:val="18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Łódź – Dzielnica Widzew</w:t>
          </w:r>
        </w:p>
        <w:p w14:paraId="1271FA82" w14:textId="46BD20CA" w:rsidR="002F64D9" w:rsidRPr="00D269A3" w:rsidRDefault="002F64D9" w:rsidP="00D269A3">
          <w:pPr>
            <w:suppressAutoHyphens/>
            <w:spacing w:before="60"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D269A3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POST/DYS/OLD/GZ/04</w:t>
          </w:r>
          <w:r w:rsidR="004E009C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363</w:t>
          </w:r>
          <w:r w:rsidRPr="00D269A3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41E192A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A4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1144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20D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2F64D9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57D5D"/>
    <w:rsid w:val="00466493"/>
    <w:rsid w:val="00473D75"/>
    <w:rsid w:val="0047759A"/>
    <w:rsid w:val="004925D9"/>
    <w:rsid w:val="00492AEE"/>
    <w:rsid w:val="00492C7D"/>
    <w:rsid w:val="00496248"/>
    <w:rsid w:val="00496273"/>
    <w:rsid w:val="004A723C"/>
    <w:rsid w:val="004B29F9"/>
    <w:rsid w:val="004C2303"/>
    <w:rsid w:val="004D154B"/>
    <w:rsid w:val="004D63D5"/>
    <w:rsid w:val="004E009C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5F5DF6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01ED1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4403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663A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1A32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269A3"/>
    <w:rsid w:val="00D516C1"/>
    <w:rsid w:val="00D6344F"/>
    <w:rsid w:val="00D80E4A"/>
    <w:rsid w:val="00D87E8A"/>
    <w:rsid w:val="00D9793B"/>
    <w:rsid w:val="00DA1F15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7AAA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 wykluczenie.docx</dmsv2BaseFileName>
    <dmsv2BaseDisplayName xmlns="http://schemas.microsoft.com/sharepoint/v3">Załącznik nr 4 do SWZ - Oświadczenie wykluczenie</dmsv2BaseDisplayName>
    <dmsv2SWPP2ObjectNumber xmlns="http://schemas.microsoft.com/sharepoint/v3">POST/DYS/OLD/GZ/04363/2025                        </dmsv2SWPP2ObjectNumber>
    <dmsv2SWPP2SumMD5 xmlns="http://schemas.microsoft.com/sharepoint/v3">00296ec22025407531dab23fb18d6552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23979619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JEUP5JKVCYQC-1133723987-967</_dlc_DocId>
    <_dlc_DocIdUrl xmlns="a19cb1c7-c5c7-46d4-85ae-d83685407bba">
      <Url>https://swpp2.dms.gkpge.pl/sites/41/_layouts/15/DocIdRedir.aspx?ID=JEUP5JKVCYQC-1133723987-967</Url>
      <Description>JEUP5JKVCYQC-1133723987-967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22B402A-FDC6-41C5-9361-7D7E67DCA6CF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7477330-23B0-46F6-AFD0-AFB7D26D192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18</TotalTime>
  <Pages>2</Pages>
  <Words>813</Words>
  <Characters>4880</Characters>
  <Application>Microsoft Office Word</Application>
  <DocSecurity>0</DocSecurity>
  <Lines>40</Lines>
  <Paragraphs>11</Paragraphs>
  <ScaleCrop>false</ScaleCrop>
  <Company>PGE Systemy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Płomińska-Gorzkiewicz Katarzyna [PGE Dystr. O.Łódź]</cp:lastModifiedBy>
  <cp:revision>10</cp:revision>
  <cp:lastPrinted>2024-07-15T11:21:00Z</cp:lastPrinted>
  <dcterms:created xsi:type="dcterms:W3CDTF">2025-11-24T10:47:00Z</dcterms:created>
  <dcterms:modified xsi:type="dcterms:W3CDTF">2025-12-11T11:23:00Z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ff913c12-73d7-4f85-a006-8a464002033d</vt:lpwstr>
  </property>
</Properties>
</file>